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D2831" w14:textId="527F81F4" w:rsidR="00210979" w:rsidRDefault="00594CF5" w:rsidP="00594CF5">
      <w:pPr>
        <w:jc w:val="center"/>
        <w:rPr>
          <w:rFonts w:ascii="Futura Bk BT" w:hAnsi="Futura Bk BT"/>
          <w:b/>
          <w:bCs/>
        </w:rPr>
      </w:pPr>
      <w:r>
        <w:rPr>
          <w:rFonts w:ascii="Futura Bk BT" w:hAnsi="Futura Bk BT"/>
          <w:b/>
          <w:bCs/>
        </w:rPr>
        <w:t xml:space="preserve">Application form for </w:t>
      </w:r>
      <w:r w:rsidR="00253207" w:rsidRPr="00253207">
        <w:rPr>
          <w:rFonts w:ascii="Futura Bk BT" w:hAnsi="Futura Bk BT"/>
          <w:b/>
          <w:bCs/>
        </w:rPr>
        <w:t xml:space="preserve">ERA </w:t>
      </w:r>
      <w:bookmarkStart w:id="0" w:name="_Hlk175317727"/>
      <w:r w:rsidR="004D252E">
        <w:rPr>
          <w:rFonts w:ascii="Futura Bk BT" w:hAnsi="Futura Bk BT"/>
          <w:b/>
          <w:bCs/>
        </w:rPr>
        <w:t>Interventional Nephrology</w:t>
      </w:r>
      <w:r w:rsidR="00D8647F" w:rsidRPr="00253207">
        <w:rPr>
          <w:rFonts w:ascii="Futura Bk BT" w:hAnsi="Futura Bk BT"/>
          <w:b/>
          <w:bCs/>
        </w:rPr>
        <w:t xml:space="preserve"> </w:t>
      </w:r>
      <w:bookmarkEnd w:id="0"/>
      <w:r w:rsidR="00253207" w:rsidRPr="00253207">
        <w:rPr>
          <w:rFonts w:ascii="Futura Bk BT" w:hAnsi="Futura Bk BT"/>
          <w:b/>
          <w:bCs/>
        </w:rPr>
        <w:t>Fellowship</w:t>
      </w:r>
    </w:p>
    <w:p w14:paraId="61C78009" w14:textId="27B4054F" w:rsidR="00253207" w:rsidRPr="001339C1" w:rsidRDefault="00253207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1339C1">
        <w:rPr>
          <w:rFonts w:ascii="Futura Bk BT" w:hAnsi="Futura Bk BT" w:cs="DejaVuSans-Bold"/>
          <w:b/>
          <w:bCs/>
          <w:color w:val="828282"/>
          <w:sz w:val="26"/>
          <w:szCs w:val="26"/>
        </w:rPr>
        <w:t>Type of fellowship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253207" w:rsidRPr="001339C1" w14:paraId="5494E1E5" w14:textId="77777777" w:rsidTr="001339C1">
        <w:tc>
          <w:tcPr>
            <w:tcW w:w="4248" w:type="dxa"/>
          </w:tcPr>
          <w:p w14:paraId="20AD7700" w14:textId="07417617" w:rsidR="00253207" w:rsidRPr="001339C1" w:rsidRDefault="001339C1">
            <w:pPr>
              <w:rPr>
                <w:rFonts w:ascii="Futura Bk BT" w:hAnsi="Futura Bk BT" w:cs="DejaVuSans-Bold"/>
              </w:rPr>
            </w:pPr>
            <w:r w:rsidRPr="001339C1">
              <w:rPr>
                <w:rFonts w:ascii="Futura Bk BT" w:hAnsi="Futura Bk BT" w:cs="DejaVuSans-Bold"/>
              </w:rPr>
              <w:t>Type</w:t>
            </w:r>
          </w:p>
        </w:tc>
        <w:tc>
          <w:tcPr>
            <w:tcW w:w="5380" w:type="dxa"/>
          </w:tcPr>
          <w:p w14:paraId="39BAF6A5" w14:textId="31352DEF" w:rsidR="00253207" w:rsidRPr="001339C1" w:rsidRDefault="004D252E">
            <w:pPr>
              <w:rPr>
                <w:rFonts w:ascii="Futura Bk BT" w:hAnsi="Futura Bk BT" w:cs="DejaVuSans-Bold"/>
                <w:b/>
                <w:bCs/>
                <w:color w:val="828282"/>
              </w:rPr>
            </w:pPr>
            <w:r>
              <w:rPr>
                <w:rFonts w:ascii="Futura Bk BT" w:hAnsi="Futura Bk BT"/>
                <w:b/>
                <w:bCs/>
              </w:rPr>
              <w:t>Interventional Nephrology</w:t>
            </w:r>
            <w:r w:rsidRPr="00253207">
              <w:rPr>
                <w:rFonts w:ascii="Futura Bk BT" w:hAnsi="Futura Bk BT"/>
                <w:b/>
                <w:bCs/>
              </w:rPr>
              <w:t xml:space="preserve"> </w:t>
            </w:r>
            <w:r w:rsidR="00F27129" w:rsidRPr="00F27129">
              <w:rPr>
                <w:rFonts w:ascii="Futura Bk BT" w:hAnsi="Futura Bk BT" w:cs="DejaVuSans-Bold"/>
                <w:b/>
                <w:bCs/>
                <w:color w:val="000000" w:themeColor="text1"/>
              </w:rPr>
              <w:t>Fellowship</w:t>
            </w:r>
          </w:p>
        </w:tc>
      </w:tr>
      <w:tr w:rsidR="00253207" w:rsidRPr="001339C1" w14:paraId="469FC998" w14:textId="77777777" w:rsidTr="001339C1">
        <w:tc>
          <w:tcPr>
            <w:tcW w:w="4248" w:type="dxa"/>
          </w:tcPr>
          <w:p w14:paraId="6EAAF2BE" w14:textId="4C827450" w:rsidR="00253207" w:rsidRPr="001339C1" w:rsidRDefault="00CA69DE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Suggested duration</w:t>
            </w:r>
          </w:p>
        </w:tc>
        <w:tc>
          <w:tcPr>
            <w:tcW w:w="5380" w:type="dxa"/>
          </w:tcPr>
          <w:p w14:paraId="4B231E79" w14:textId="25EA11B4" w:rsidR="00253207" w:rsidRDefault="00000000">
            <w:pPr>
              <w:rPr>
                <w:rFonts w:ascii="Futura Bk BT" w:hAnsi="Futura Bk BT" w:cs="DejaVuSans-Bold"/>
                <w:color w:val="000000" w:themeColor="text1"/>
              </w:rPr>
            </w:pPr>
            <w:sdt>
              <w:sdtPr>
                <w:rPr>
                  <w:rFonts w:ascii="Futura Bk BT" w:hAnsi="Futura Bk BT" w:cs="DejaVuSans-Bold"/>
                  <w:color w:val="000000" w:themeColor="text1"/>
                </w:rPr>
                <w:id w:val="-75983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40CE7">
                  <w:rPr>
                    <w:rFonts w:ascii="MS Gothic" w:eastAsia="MS Gothic" w:hAnsi="MS Gothic" w:cs="DejaVuSans-Bold" w:hint="eastAsia"/>
                    <w:color w:val="000000" w:themeColor="text1"/>
                  </w:rPr>
                  <w:t>☐</w:t>
                </w:r>
              </w:sdtContent>
            </w:sdt>
            <w:r w:rsidR="004D252E">
              <w:rPr>
                <w:rFonts w:ascii="Futura Bk BT" w:hAnsi="Futura Bk BT" w:cs="DejaVuSans-Bold"/>
                <w:color w:val="000000" w:themeColor="text1"/>
              </w:rPr>
              <w:t>One</w:t>
            </w:r>
            <w:r w:rsidR="00215CC6" w:rsidRPr="00D40CE7">
              <w:rPr>
                <w:rFonts w:ascii="Futura Bk BT" w:hAnsi="Futura Bk BT" w:cs="DejaVuSans-Bold"/>
                <w:color w:val="000000" w:themeColor="text1"/>
              </w:rPr>
              <w:t xml:space="preserve"> month (</w:t>
            </w:r>
            <w:r w:rsidR="004D252E">
              <w:rPr>
                <w:rFonts w:ascii="Futura Bk BT" w:hAnsi="Futura Bk BT" w:cs="DejaVuSans-Bold"/>
                <w:color w:val="000000" w:themeColor="text1"/>
              </w:rPr>
              <w:t>3</w:t>
            </w:r>
            <w:r w:rsidR="00215CC6" w:rsidRPr="00D40CE7">
              <w:rPr>
                <w:rFonts w:ascii="Futura Bk BT" w:hAnsi="Futura Bk BT" w:cs="DejaVuSans-Bold"/>
                <w:color w:val="000000" w:themeColor="text1"/>
              </w:rPr>
              <w:t>0 days)</w:t>
            </w:r>
          </w:p>
          <w:p w14:paraId="772AF2D4" w14:textId="54931F82" w:rsidR="004D252E" w:rsidRPr="00D40CE7" w:rsidRDefault="00000000">
            <w:pPr>
              <w:rPr>
                <w:rFonts w:ascii="Futura Bk BT" w:hAnsi="Futura Bk BT" w:cs="DejaVuSans-Bold"/>
                <w:color w:val="000000" w:themeColor="text1"/>
              </w:rPr>
            </w:pPr>
            <w:sdt>
              <w:sdtPr>
                <w:rPr>
                  <w:rFonts w:ascii="Futura Bk BT" w:hAnsi="Futura Bk BT" w:cs="DejaVuSans-Bold"/>
                  <w:color w:val="000000" w:themeColor="text1"/>
                </w:rPr>
                <w:id w:val="-1409140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252E">
                  <w:rPr>
                    <w:rFonts w:ascii="MS Gothic" w:eastAsia="MS Gothic" w:hAnsi="MS Gothic" w:cs="DejaVuSans-Bold" w:hint="eastAsia"/>
                    <w:color w:val="000000" w:themeColor="text1"/>
                  </w:rPr>
                  <w:t>☐</w:t>
                </w:r>
              </w:sdtContent>
            </w:sdt>
            <w:r w:rsidR="004D252E" w:rsidRPr="00D40CE7">
              <w:rPr>
                <w:rFonts w:ascii="Futura Bk BT" w:hAnsi="Futura Bk BT" w:cs="DejaVuSans-Bold"/>
                <w:color w:val="000000" w:themeColor="text1"/>
              </w:rPr>
              <w:t>Two months (60 days)</w:t>
            </w:r>
          </w:p>
          <w:p w14:paraId="2ADF2A7A" w14:textId="63EDA5B1" w:rsidR="00215CC6" w:rsidRPr="00D40CE7" w:rsidRDefault="00000000">
            <w:pPr>
              <w:rPr>
                <w:rFonts w:ascii="Futura Bk BT" w:hAnsi="Futura Bk BT" w:cs="DejaVuSans-Bold"/>
                <w:color w:val="000000" w:themeColor="text1"/>
              </w:rPr>
            </w:pPr>
            <w:sdt>
              <w:sdtPr>
                <w:rPr>
                  <w:rFonts w:ascii="Futura Bk BT" w:hAnsi="Futura Bk BT" w:cs="DejaVuSans-Bold"/>
                  <w:color w:val="000000" w:themeColor="text1"/>
                </w:rPr>
                <w:id w:val="-986700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40CE7">
                  <w:rPr>
                    <w:rFonts w:ascii="MS Gothic" w:eastAsia="MS Gothic" w:hAnsi="MS Gothic" w:cs="DejaVuSans-Bold" w:hint="eastAsia"/>
                    <w:color w:val="000000" w:themeColor="text1"/>
                  </w:rPr>
                  <w:t>☐</w:t>
                </w:r>
              </w:sdtContent>
            </w:sdt>
            <w:r w:rsidR="00215CC6" w:rsidRPr="00D40CE7">
              <w:rPr>
                <w:rFonts w:ascii="Futura Bk BT" w:hAnsi="Futura Bk BT" w:cs="DejaVuSans-Bold"/>
                <w:color w:val="000000" w:themeColor="text1"/>
              </w:rPr>
              <w:t>Three months (90 days)</w:t>
            </w:r>
          </w:p>
          <w:p w14:paraId="2F2F5A16" w14:textId="76868AC4" w:rsidR="00215CC6" w:rsidRPr="00D40CE7" w:rsidRDefault="00000000" w:rsidP="00D40CE7">
            <w:pPr>
              <w:rPr>
                <w:rFonts w:ascii="Futura Bk BT" w:hAnsi="Futura Bk BT" w:cs="DejaVuSans-Bold"/>
                <w:color w:val="000000" w:themeColor="text1"/>
              </w:rPr>
            </w:pPr>
            <w:sdt>
              <w:sdtPr>
                <w:rPr>
                  <w:rFonts w:ascii="Futura Bk BT" w:hAnsi="Futura Bk BT" w:cs="DejaVuSans-Bold"/>
                  <w:color w:val="000000" w:themeColor="text1"/>
                </w:rPr>
                <w:id w:val="687644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40CE7">
                  <w:rPr>
                    <w:rFonts w:ascii="MS Gothic" w:eastAsia="MS Gothic" w:hAnsi="MS Gothic" w:cs="DejaVuSans-Bold" w:hint="eastAsia"/>
                    <w:color w:val="000000" w:themeColor="text1"/>
                  </w:rPr>
                  <w:t>☐</w:t>
                </w:r>
              </w:sdtContent>
            </w:sdt>
            <w:r w:rsidR="004D252E">
              <w:rPr>
                <w:rFonts w:ascii="Futura Bk BT" w:hAnsi="Futura Bk BT" w:cs="DejaVuSans-Bold"/>
                <w:color w:val="000000" w:themeColor="text1"/>
              </w:rPr>
              <w:t>Four</w:t>
            </w:r>
            <w:r w:rsidR="00215CC6" w:rsidRPr="00D40CE7">
              <w:rPr>
                <w:rFonts w:ascii="Futura Bk BT" w:hAnsi="Futura Bk BT" w:cs="DejaVuSans-Bold"/>
                <w:color w:val="000000" w:themeColor="text1"/>
              </w:rPr>
              <w:t xml:space="preserve"> months (1</w:t>
            </w:r>
            <w:r w:rsidR="004D252E">
              <w:rPr>
                <w:rFonts w:ascii="Futura Bk BT" w:hAnsi="Futura Bk BT" w:cs="DejaVuSans-Bold"/>
                <w:color w:val="000000" w:themeColor="text1"/>
              </w:rPr>
              <w:t>2</w:t>
            </w:r>
            <w:r w:rsidR="00215CC6" w:rsidRPr="00D40CE7">
              <w:rPr>
                <w:rFonts w:ascii="Futura Bk BT" w:hAnsi="Futura Bk BT" w:cs="DejaVuSans-Bold"/>
                <w:color w:val="000000" w:themeColor="text1"/>
              </w:rPr>
              <w:t>0 days)</w:t>
            </w:r>
          </w:p>
        </w:tc>
      </w:tr>
      <w:tr w:rsidR="00253207" w:rsidRPr="001339C1" w14:paraId="05D65450" w14:textId="77777777" w:rsidTr="001339C1">
        <w:tc>
          <w:tcPr>
            <w:tcW w:w="4248" w:type="dxa"/>
          </w:tcPr>
          <w:p w14:paraId="7B05B09F" w14:textId="6C554DBF" w:rsidR="00253207" w:rsidRPr="001339C1" w:rsidRDefault="001339C1">
            <w:pPr>
              <w:rPr>
                <w:rFonts w:ascii="Futura Bk BT" w:hAnsi="Futura Bk BT" w:cs="DejaVuSans-Bold"/>
              </w:rPr>
            </w:pPr>
            <w:r w:rsidRPr="001339C1">
              <w:rPr>
                <w:rFonts w:ascii="Futura Bk BT" w:hAnsi="Futura Bk BT" w:cs="DejaVuSans-Bold"/>
              </w:rPr>
              <w:t>Proposed specific clinical learning objectives</w:t>
            </w:r>
            <w:r w:rsidR="004D252E">
              <w:rPr>
                <w:rFonts w:ascii="Futura Bk BT" w:hAnsi="Futura Bk BT" w:cs="DejaVuSans-Bold"/>
              </w:rPr>
              <w:t xml:space="preserve">: </w:t>
            </w:r>
            <w:bookmarkStart w:id="1" w:name="_Hlk175317785"/>
            <w:r w:rsidR="004D252E">
              <w:rPr>
                <w:rFonts w:ascii="Futura Bk BT" w:hAnsi="Futura Bk BT" w:cs="DejaVuSans-Bold"/>
              </w:rPr>
              <w:t>list the interventional nephrology techniques to learn</w:t>
            </w:r>
            <w:bookmarkEnd w:id="1"/>
          </w:p>
        </w:tc>
        <w:tc>
          <w:tcPr>
            <w:tcW w:w="5380" w:type="dxa"/>
          </w:tcPr>
          <w:p w14:paraId="2455ACE3" w14:textId="77777777" w:rsidR="00253207" w:rsidRPr="001339C1" w:rsidRDefault="00253207">
            <w:pPr>
              <w:rPr>
                <w:rFonts w:ascii="Futura Bk BT" w:hAnsi="Futura Bk BT" w:cs="DejaVuSans-Bold"/>
                <w:b/>
                <w:bCs/>
                <w:color w:val="828282"/>
              </w:rPr>
            </w:pPr>
          </w:p>
        </w:tc>
      </w:tr>
    </w:tbl>
    <w:p w14:paraId="403C7E9E" w14:textId="77777777" w:rsidR="00253207" w:rsidRPr="00253207" w:rsidRDefault="00253207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197EF4AD" w14:textId="7D74E25C" w:rsidR="00253207" w:rsidRPr="001339C1" w:rsidRDefault="001339C1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1339C1">
        <w:rPr>
          <w:rFonts w:ascii="Futura Bk BT" w:hAnsi="Futura Bk BT" w:cs="DejaVuSans-Bold"/>
          <w:b/>
          <w:bCs/>
          <w:color w:val="828282"/>
          <w:sz w:val="26"/>
          <w:szCs w:val="26"/>
        </w:rPr>
        <w:t>Applicant's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6C10E5" w14:paraId="003FF154" w14:textId="77777777" w:rsidTr="001339C1">
        <w:tc>
          <w:tcPr>
            <w:tcW w:w="4248" w:type="dxa"/>
          </w:tcPr>
          <w:p w14:paraId="015FDCD1" w14:textId="6342DD6D" w:rsidR="006C10E5" w:rsidRPr="00995D65" w:rsidRDefault="006C10E5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Name</w:t>
            </w:r>
          </w:p>
        </w:tc>
        <w:tc>
          <w:tcPr>
            <w:tcW w:w="5380" w:type="dxa"/>
          </w:tcPr>
          <w:p w14:paraId="55A6EF87" w14:textId="77777777" w:rsidR="006C10E5" w:rsidRDefault="006C10E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6C10E5" w14:paraId="03802439" w14:textId="77777777" w:rsidTr="001339C1">
        <w:tc>
          <w:tcPr>
            <w:tcW w:w="4248" w:type="dxa"/>
          </w:tcPr>
          <w:p w14:paraId="3019D5F2" w14:textId="1AF2DB7A" w:rsidR="006C10E5" w:rsidRPr="00995D65" w:rsidRDefault="006C10E5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Surname</w:t>
            </w:r>
          </w:p>
        </w:tc>
        <w:tc>
          <w:tcPr>
            <w:tcW w:w="5380" w:type="dxa"/>
          </w:tcPr>
          <w:p w14:paraId="6A3161C1" w14:textId="77777777" w:rsidR="006C10E5" w:rsidRDefault="006C10E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6C10E5" w14:paraId="01730466" w14:textId="77777777" w:rsidTr="001339C1">
        <w:tc>
          <w:tcPr>
            <w:tcW w:w="4248" w:type="dxa"/>
          </w:tcPr>
          <w:p w14:paraId="65FA62E4" w14:textId="207B8065" w:rsidR="006C10E5" w:rsidRPr="00995D65" w:rsidRDefault="006C10E5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Date of birth</w:t>
            </w:r>
          </w:p>
        </w:tc>
        <w:tc>
          <w:tcPr>
            <w:tcW w:w="5380" w:type="dxa"/>
          </w:tcPr>
          <w:p w14:paraId="51B0A9E8" w14:textId="77777777" w:rsidR="006C10E5" w:rsidRDefault="006C10E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03FB4" w14:paraId="1BA81D3A" w14:textId="77777777" w:rsidTr="001339C1">
        <w:tc>
          <w:tcPr>
            <w:tcW w:w="4248" w:type="dxa"/>
          </w:tcPr>
          <w:p w14:paraId="71627B0B" w14:textId="0ED4ED9A" w:rsidR="00103FB4" w:rsidRDefault="00103FB4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ERA membership number</w:t>
            </w:r>
          </w:p>
        </w:tc>
        <w:tc>
          <w:tcPr>
            <w:tcW w:w="5380" w:type="dxa"/>
          </w:tcPr>
          <w:p w14:paraId="6A1751C0" w14:textId="77777777" w:rsidR="00103FB4" w:rsidRDefault="00103FB4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6C10E5" w14:paraId="56DB7FD4" w14:textId="77777777" w:rsidTr="001339C1">
        <w:tc>
          <w:tcPr>
            <w:tcW w:w="4248" w:type="dxa"/>
          </w:tcPr>
          <w:p w14:paraId="6DED800F" w14:textId="07A65190" w:rsidR="006C10E5" w:rsidRPr="00995D65" w:rsidRDefault="006C10E5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 xml:space="preserve">E-mail </w:t>
            </w:r>
          </w:p>
        </w:tc>
        <w:tc>
          <w:tcPr>
            <w:tcW w:w="5380" w:type="dxa"/>
          </w:tcPr>
          <w:p w14:paraId="4B56AA99" w14:textId="77777777" w:rsidR="006C10E5" w:rsidRDefault="006C10E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480174C5" w14:textId="77777777" w:rsidTr="001339C1">
        <w:tc>
          <w:tcPr>
            <w:tcW w:w="4248" w:type="dxa"/>
          </w:tcPr>
          <w:p w14:paraId="67DEE557" w14:textId="296F2851" w:rsidR="001339C1" w:rsidRPr="00995D65" w:rsidRDefault="00995D65" w:rsidP="00103FB4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Nationality</w:t>
            </w:r>
          </w:p>
        </w:tc>
        <w:tc>
          <w:tcPr>
            <w:tcW w:w="5380" w:type="dxa"/>
          </w:tcPr>
          <w:p w14:paraId="6D1133E9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49C2E2AE" w14:textId="77777777" w:rsidTr="001339C1">
        <w:tc>
          <w:tcPr>
            <w:tcW w:w="4248" w:type="dxa"/>
          </w:tcPr>
          <w:p w14:paraId="070FBF66" w14:textId="5A36655D" w:rsidR="001339C1" w:rsidRPr="00995D65" w:rsidRDefault="00995D65" w:rsidP="00103FB4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 xml:space="preserve">Mobile </w:t>
            </w:r>
            <w:r w:rsidR="00103FB4">
              <w:rPr>
                <w:rFonts w:ascii="Futura Bk BT" w:hAnsi="Futura Bk BT"/>
              </w:rPr>
              <w:t>phone</w:t>
            </w:r>
          </w:p>
        </w:tc>
        <w:tc>
          <w:tcPr>
            <w:tcW w:w="5380" w:type="dxa"/>
          </w:tcPr>
          <w:p w14:paraId="022E6AC6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514D742E" w14:textId="77777777" w:rsidTr="004D252E">
        <w:trPr>
          <w:trHeight w:val="1499"/>
        </w:trPr>
        <w:tc>
          <w:tcPr>
            <w:tcW w:w="4248" w:type="dxa"/>
          </w:tcPr>
          <w:p w14:paraId="113E7650" w14:textId="107EF9F6" w:rsidR="001339C1" w:rsidRPr="00995D65" w:rsidRDefault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Education</w:t>
            </w:r>
          </w:p>
        </w:tc>
        <w:tc>
          <w:tcPr>
            <w:tcW w:w="5380" w:type="dxa"/>
          </w:tcPr>
          <w:p w14:paraId="244DA206" w14:textId="0DD75BEA" w:rsidR="00995D65" w:rsidRDefault="00995D65" w:rsidP="004D252E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45C81AB8" w14:textId="77777777" w:rsidTr="001339C1">
        <w:tc>
          <w:tcPr>
            <w:tcW w:w="4248" w:type="dxa"/>
          </w:tcPr>
          <w:p w14:paraId="66A60787" w14:textId="0989F64D" w:rsidR="00995D65" w:rsidRPr="00995D65" w:rsidRDefault="00995D65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Curriculum Vitae</w:t>
            </w:r>
          </w:p>
        </w:tc>
        <w:tc>
          <w:tcPr>
            <w:tcW w:w="5380" w:type="dxa"/>
          </w:tcPr>
          <w:p w14:paraId="77B3699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6554CC2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A7BADD2" w14:textId="13A09770" w:rsidR="00995D65" w:rsidRDefault="00995D65" w:rsidP="004D252E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4956A207" w14:textId="77777777" w:rsidTr="001339C1">
        <w:tc>
          <w:tcPr>
            <w:tcW w:w="4248" w:type="dxa"/>
          </w:tcPr>
          <w:p w14:paraId="48C7F051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MD/PhD and Post-Doc</w:t>
            </w:r>
          </w:p>
          <w:p w14:paraId="50E37FFF" w14:textId="395B2686" w:rsid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information</w:t>
            </w:r>
          </w:p>
        </w:tc>
        <w:tc>
          <w:tcPr>
            <w:tcW w:w="5380" w:type="dxa"/>
          </w:tcPr>
          <w:p w14:paraId="42B232E0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6E8DB144" w14:textId="77777777" w:rsidTr="001339C1">
        <w:tc>
          <w:tcPr>
            <w:tcW w:w="4248" w:type="dxa"/>
          </w:tcPr>
          <w:p w14:paraId="4306716B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Present job position</w:t>
            </w:r>
          </w:p>
          <w:p w14:paraId="6939F926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Name and full address of</w:t>
            </w:r>
          </w:p>
          <w:p w14:paraId="068A0BC2" w14:textId="70181A7E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the current institute</w:t>
            </w:r>
          </w:p>
        </w:tc>
        <w:tc>
          <w:tcPr>
            <w:tcW w:w="5380" w:type="dxa"/>
          </w:tcPr>
          <w:p w14:paraId="78F1C7D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2E5034C2" w14:textId="77777777" w:rsidTr="001339C1">
        <w:tc>
          <w:tcPr>
            <w:tcW w:w="4248" w:type="dxa"/>
          </w:tcPr>
          <w:p w14:paraId="5BBC3D7D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Synopsis of your current</w:t>
            </w:r>
          </w:p>
          <w:p w14:paraId="7D001CA5" w14:textId="5F8FC0A5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work</w:t>
            </w:r>
          </w:p>
        </w:tc>
        <w:tc>
          <w:tcPr>
            <w:tcW w:w="5380" w:type="dxa"/>
          </w:tcPr>
          <w:p w14:paraId="0857E09A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4D252E" w14:paraId="1FE03393" w14:textId="77777777" w:rsidTr="001339C1">
        <w:tc>
          <w:tcPr>
            <w:tcW w:w="4248" w:type="dxa"/>
          </w:tcPr>
          <w:p w14:paraId="74DE15C3" w14:textId="034BB120" w:rsidR="004D252E" w:rsidRPr="00995D65" w:rsidRDefault="004D252E" w:rsidP="00995D65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Expertise in interventional nephrology</w:t>
            </w:r>
          </w:p>
        </w:tc>
        <w:tc>
          <w:tcPr>
            <w:tcW w:w="5380" w:type="dxa"/>
          </w:tcPr>
          <w:p w14:paraId="2E5BA917" w14:textId="77777777" w:rsidR="004D252E" w:rsidRDefault="004D252E">
            <w:pPr>
              <w:rPr>
                <w:rFonts w:ascii="Futura Bk BT" w:hAnsi="Futura Bk BT"/>
                <w:b/>
                <w:bCs/>
              </w:rPr>
            </w:pPr>
          </w:p>
          <w:p w14:paraId="7F27F4D5" w14:textId="77777777" w:rsidR="004D252E" w:rsidRDefault="004D252E">
            <w:pPr>
              <w:rPr>
                <w:rFonts w:ascii="Futura Bk BT" w:hAnsi="Futura Bk BT"/>
                <w:b/>
                <w:bCs/>
              </w:rPr>
            </w:pPr>
          </w:p>
          <w:p w14:paraId="06F5D45A" w14:textId="77777777" w:rsidR="004D252E" w:rsidRDefault="004D252E">
            <w:pPr>
              <w:rPr>
                <w:rFonts w:ascii="Futura Bk BT" w:hAnsi="Futura Bk BT"/>
                <w:b/>
                <w:bCs/>
              </w:rPr>
            </w:pPr>
          </w:p>
        </w:tc>
      </w:tr>
    </w:tbl>
    <w:p w14:paraId="004E0356" w14:textId="77777777" w:rsidR="00253207" w:rsidRPr="00253207" w:rsidRDefault="00253207">
      <w:pPr>
        <w:rPr>
          <w:rFonts w:ascii="Futura Bk BT" w:hAnsi="Futura Bk BT"/>
          <w:b/>
          <w:bCs/>
        </w:rPr>
      </w:pPr>
    </w:p>
    <w:p w14:paraId="46270B17" w14:textId="77777777" w:rsidR="006C10E5" w:rsidRDefault="006C10E5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>
        <w:rPr>
          <w:rFonts w:ascii="Futura Bk BT" w:hAnsi="Futura Bk BT" w:cs="DejaVuSans-Bold"/>
          <w:b/>
          <w:bCs/>
          <w:color w:val="828282"/>
          <w:sz w:val="26"/>
          <w:szCs w:val="26"/>
        </w:rPr>
        <w:br w:type="page"/>
      </w:r>
    </w:p>
    <w:p w14:paraId="68BA700E" w14:textId="1293AB80" w:rsidR="00253207" w:rsidRPr="00B63E34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lastRenderedPageBreak/>
        <w:t>Publications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4"/>
      </w:tblGrid>
      <w:tr w:rsidR="00B63E34" w14:paraId="05A886AD" w14:textId="77777777" w:rsidTr="00B63E34">
        <w:trPr>
          <w:trHeight w:val="282"/>
        </w:trPr>
        <w:tc>
          <w:tcPr>
            <w:tcW w:w="2393" w:type="dxa"/>
          </w:tcPr>
          <w:p w14:paraId="33C40AF1" w14:textId="54B12AC7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Title</w:t>
            </w:r>
          </w:p>
        </w:tc>
        <w:tc>
          <w:tcPr>
            <w:tcW w:w="2393" w:type="dxa"/>
          </w:tcPr>
          <w:p w14:paraId="02E4975F" w14:textId="70D2FCCE" w:rsidR="00B63E34" w:rsidRDefault="00B63E34">
            <w:pPr>
              <w:rPr>
                <w:rFonts w:ascii="Futura Bk BT" w:hAnsi="Futura Bk BT"/>
              </w:rPr>
            </w:pPr>
            <w:r w:rsidRPr="00B63E34">
              <w:rPr>
                <w:rFonts w:ascii="Futura Bk BT" w:hAnsi="Futura Bk BT"/>
              </w:rPr>
              <w:t>Authors</w:t>
            </w:r>
          </w:p>
        </w:tc>
        <w:tc>
          <w:tcPr>
            <w:tcW w:w="2394" w:type="dxa"/>
          </w:tcPr>
          <w:p w14:paraId="168FC67F" w14:textId="44BAD7E3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J</w:t>
            </w:r>
            <w:r w:rsidRPr="00B63E34">
              <w:rPr>
                <w:rFonts w:ascii="Futura Bk BT" w:hAnsi="Futura Bk BT"/>
              </w:rPr>
              <w:t>ournal</w:t>
            </w:r>
          </w:p>
        </w:tc>
        <w:tc>
          <w:tcPr>
            <w:tcW w:w="2394" w:type="dxa"/>
          </w:tcPr>
          <w:p w14:paraId="24BEA559" w14:textId="4A0D72F9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Year</w:t>
            </w:r>
          </w:p>
        </w:tc>
      </w:tr>
      <w:tr w:rsidR="00B63E34" w14:paraId="7AC21D13" w14:textId="77777777" w:rsidTr="00B63E34">
        <w:trPr>
          <w:trHeight w:val="282"/>
        </w:trPr>
        <w:tc>
          <w:tcPr>
            <w:tcW w:w="2393" w:type="dxa"/>
          </w:tcPr>
          <w:p w14:paraId="2D43548B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0B0F2D18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6041A7F7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51D59C0D" w14:textId="77777777" w:rsidR="00B63E34" w:rsidRDefault="00B63E34">
            <w:pPr>
              <w:rPr>
                <w:rFonts w:ascii="Futura Bk BT" w:hAnsi="Futura Bk BT"/>
              </w:rPr>
            </w:pPr>
          </w:p>
        </w:tc>
      </w:tr>
      <w:tr w:rsidR="006C10E5" w14:paraId="20F3D444" w14:textId="77777777" w:rsidTr="00B63E34">
        <w:trPr>
          <w:trHeight w:val="282"/>
        </w:trPr>
        <w:tc>
          <w:tcPr>
            <w:tcW w:w="2393" w:type="dxa"/>
          </w:tcPr>
          <w:p w14:paraId="324752A1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7539A7ED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3FEC2D34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628EF257" w14:textId="77777777" w:rsidR="006C10E5" w:rsidRDefault="006C10E5">
            <w:pPr>
              <w:rPr>
                <w:rFonts w:ascii="Futura Bk BT" w:hAnsi="Futura Bk BT"/>
              </w:rPr>
            </w:pPr>
          </w:p>
        </w:tc>
      </w:tr>
      <w:tr w:rsidR="006C10E5" w14:paraId="11AD04C1" w14:textId="77777777" w:rsidTr="00B63E34">
        <w:trPr>
          <w:trHeight w:val="282"/>
        </w:trPr>
        <w:tc>
          <w:tcPr>
            <w:tcW w:w="2393" w:type="dxa"/>
          </w:tcPr>
          <w:p w14:paraId="3BC6A808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4F29066F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73E8ADC2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405ED8B9" w14:textId="77777777" w:rsidR="006C10E5" w:rsidRDefault="006C10E5">
            <w:pPr>
              <w:rPr>
                <w:rFonts w:ascii="Futura Bk BT" w:hAnsi="Futura Bk BT"/>
              </w:rPr>
            </w:pPr>
          </w:p>
        </w:tc>
      </w:tr>
    </w:tbl>
    <w:p w14:paraId="79D4BA66" w14:textId="77777777" w:rsidR="006C10E5" w:rsidRDefault="006C10E5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6A7BDE34" w14:textId="62E15708" w:rsidR="00A33A97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Other Applicant's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B63E34" w14:paraId="6B573629" w14:textId="77777777" w:rsidTr="00B63E34">
        <w:tc>
          <w:tcPr>
            <w:tcW w:w="2830" w:type="dxa"/>
          </w:tcPr>
          <w:p w14:paraId="713B5A8E" w14:textId="3E08CDE2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B63E34">
              <w:rPr>
                <w:rFonts w:ascii="Futura Bk BT" w:hAnsi="Futura Bk BT" w:cs="DejaVuSans-Bold"/>
              </w:rPr>
              <w:t>Other grants</w:t>
            </w:r>
          </w:p>
        </w:tc>
        <w:tc>
          <w:tcPr>
            <w:tcW w:w="6798" w:type="dxa"/>
          </w:tcPr>
          <w:p w14:paraId="0D0DF406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B63E34" w14:paraId="7EBB1B58" w14:textId="77777777" w:rsidTr="00B63E34">
        <w:tc>
          <w:tcPr>
            <w:tcW w:w="2830" w:type="dxa"/>
          </w:tcPr>
          <w:p w14:paraId="543395F8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Have you previously</w:t>
            </w:r>
          </w:p>
          <w:p w14:paraId="5A0D22AF" w14:textId="257261C0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applied for ERA</w:t>
            </w:r>
          </w:p>
          <w:p w14:paraId="0BC5B4A4" w14:textId="61C5E660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fellowship?</w:t>
            </w:r>
          </w:p>
        </w:tc>
        <w:tc>
          <w:tcPr>
            <w:tcW w:w="6798" w:type="dxa"/>
          </w:tcPr>
          <w:p w14:paraId="3AAFA0DD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B63E34" w14:paraId="0D992EA1" w14:textId="77777777" w:rsidTr="00B63E34">
        <w:tc>
          <w:tcPr>
            <w:tcW w:w="2830" w:type="dxa"/>
          </w:tcPr>
          <w:p w14:paraId="51E078F7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Have you recently</w:t>
            </w:r>
          </w:p>
          <w:p w14:paraId="2B8D77E5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interrupted your career</w:t>
            </w:r>
          </w:p>
          <w:p w14:paraId="6D3D4FB3" w14:textId="7413F96F" w:rsidR="00B63E34" w:rsidRPr="00B63E34" w:rsidRDefault="004D252E" w:rsidP="00B63E34">
            <w:pPr>
              <w:rPr>
                <w:rFonts w:ascii="Futura Bk BT" w:hAnsi="Futura Bk BT" w:cs="DejaVuSans-Bold"/>
              </w:rPr>
            </w:pPr>
            <w:r w:rsidRPr="004D252E">
              <w:rPr>
                <w:rFonts w:ascii="Futura Bk BT" w:hAnsi="Futura Bk BT" w:cs="DejaVuSans-Bold"/>
              </w:rPr>
              <w:t>due to maternity or paternity leave</w:t>
            </w:r>
            <w:r>
              <w:rPr>
                <w:rFonts w:ascii="Futura Bk BT" w:hAnsi="Futura Bk BT" w:cs="DejaVuSans-Bold"/>
              </w:rPr>
              <w:t>, other carer responsibilities,</w:t>
            </w:r>
            <w:r w:rsidRPr="004D252E">
              <w:rPr>
                <w:rFonts w:ascii="Futura Bk BT" w:hAnsi="Futura Bk BT" w:cs="DejaVuSans-Bold"/>
              </w:rPr>
              <w:t xml:space="preserve"> or a period of illness necessitating significant leave of absence</w:t>
            </w:r>
            <w:r w:rsidR="00B63E34" w:rsidRPr="00B63E34">
              <w:rPr>
                <w:rFonts w:ascii="Futura Bk BT" w:hAnsi="Futura Bk BT" w:cs="DejaVuSans-Bold"/>
              </w:rPr>
              <w:t>?</w:t>
            </w:r>
          </w:p>
          <w:p w14:paraId="6427791E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If yes, please state the</w:t>
            </w:r>
          </w:p>
          <w:p w14:paraId="2BB777E6" w14:textId="595E4DBC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duration and dates</w:t>
            </w:r>
          </w:p>
        </w:tc>
        <w:tc>
          <w:tcPr>
            <w:tcW w:w="6798" w:type="dxa"/>
          </w:tcPr>
          <w:p w14:paraId="387F7ADC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</w:tbl>
    <w:p w14:paraId="078BD9B4" w14:textId="77777777" w:rsidR="00B63E34" w:rsidRPr="00B63E34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2D085B24" w14:textId="02ECF8EE" w:rsidR="00247FA0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Receiving Institute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82635" w14:paraId="570ECB09" w14:textId="77777777" w:rsidTr="008E12FA">
        <w:tc>
          <w:tcPr>
            <w:tcW w:w="4814" w:type="dxa"/>
          </w:tcPr>
          <w:p w14:paraId="6044EB4B" w14:textId="77777777" w:rsidR="00682635" w:rsidRDefault="00682635" w:rsidP="008E12F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Name of receiving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69543A">
              <w:rPr>
                <w:rFonts w:ascii="Futura Bk BT" w:hAnsi="Futura Bk BT" w:cs="DejaVuSans-Bold"/>
              </w:rPr>
              <w:t>institute</w:t>
            </w:r>
          </w:p>
        </w:tc>
        <w:tc>
          <w:tcPr>
            <w:tcW w:w="4814" w:type="dxa"/>
          </w:tcPr>
          <w:p w14:paraId="4F039242" w14:textId="77777777" w:rsidR="00682635" w:rsidRDefault="00682635" w:rsidP="008E12F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82635" w14:paraId="20A6E367" w14:textId="77777777" w:rsidTr="008E12FA">
        <w:tc>
          <w:tcPr>
            <w:tcW w:w="4814" w:type="dxa"/>
          </w:tcPr>
          <w:p w14:paraId="6D900909" w14:textId="77777777" w:rsidR="00682635" w:rsidRDefault="00682635" w:rsidP="008E12F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Receiving Institute's full address</w:t>
            </w:r>
          </w:p>
        </w:tc>
        <w:tc>
          <w:tcPr>
            <w:tcW w:w="4814" w:type="dxa"/>
          </w:tcPr>
          <w:p w14:paraId="49B78645" w14:textId="77777777" w:rsidR="00682635" w:rsidRDefault="00682635" w:rsidP="008E12F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82635" w14:paraId="36AFA24C" w14:textId="77777777" w:rsidTr="008E12FA">
        <w:tc>
          <w:tcPr>
            <w:tcW w:w="4814" w:type="dxa"/>
          </w:tcPr>
          <w:p w14:paraId="3D6EB432" w14:textId="77777777" w:rsidR="00682635" w:rsidRPr="0069543A" w:rsidRDefault="00682635" w:rsidP="008E12FA">
            <w:pPr>
              <w:rPr>
                <w:rFonts w:ascii="Futura Bk BT" w:hAnsi="Futura Bk BT" w:cs="DejaVuSans-Bold"/>
              </w:rPr>
            </w:pPr>
            <w:r w:rsidRPr="0069543A">
              <w:rPr>
                <w:rFonts w:ascii="Futura Bk BT" w:hAnsi="Futura Bk BT" w:cs="DejaVuSans-Bold"/>
              </w:rPr>
              <w:t>Reason for choosing this institute</w:t>
            </w:r>
          </w:p>
        </w:tc>
        <w:tc>
          <w:tcPr>
            <w:tcW w:w="4814" w:type="dxa"/>
          </w:tcPr>
          <w:p w14:paraId="5B03AA78" w14:textId="77777777" w:rsidR="00682635" w:rsidRDefault="00682635" w:rsidP="008E12F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82635" w14:paraId="78A0562B" w14:textId="77777777" w:rsidTr="008E12FA">
        <w:tc>
          <w:tcPr>
            <w:tcW w:w="4814" w:type="dxa"/>
          </w:tcPr>
          <w:p w14:paraId="0AF21C3F" w14:textId="77777777" w:rsidR="00682635" w:rsidRPr="003E67FD" w:rsidRDefault="00682635" w:rsidP="008E12FA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Summary of the proposed training</w:t>
            </w:r>
          </w:p>
        </w:tc>
        <w:tc>
          <w:tcPr>
            <w:tcW w:w="4814" w:type="dxa"/>
          </w:tcPr>
          <w:p w14:paraId="0532602D" w14:textId="77777777" w:rsidR="00682635" w:rsidRDefault="00682635" w:rsidP="008E12F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82635" w14:paraId="056ED87C" w14:textId="77777777" w:rsidTr="008E12FA">
        <w:tc>
          <w:tcPr>
            <w:tcW w:w="4814" w:type="dxa"/>
          </w:tcPr>
          <w:p w14:paraId="3A1695D3" w14:textId="77777777" w:rsidR="00682635" w:rsidRPr="003E67FD" w:rsidRDefault="00682635" w:rsidP="008E12FA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Clinical significance of the proposed training</w:t>
            </w:r>
          </w:p>
        </w:tc>
        <w:tc>
          <w:tcPr>
            <w:tcW w:w="4814" w:type="dxa"/>
          </w:tcPr>
          <w:p w14:paraId="0F7E9034" w14:textId="77777777" w:rsidR="00682635" w:rsidRDefault="00682635" w:rsidP="008E12F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82635" w14:paraId="3F48FECF" w14:textId="77777777" w:rsidTr="008E12FA">
        <w:tc>
          <w:tcPr>
            <w:tcW w:w="4814" w:type="dxa"/>
          </w:tcPr>
          <w:p w14:paraId="0873CC5D" w14:textId="77777777" w:rsidR="00682635" w:rsidRPr="003E67FD" w:rsidRDefault="00682635" w:rsidP="008E12FA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Proposed work at the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3E67FD">
              <w:rPr>
                <w:rFonts w:ascii="Futura Bk BT" w:hAnsi="Futura Bk BT" w:cs="DejaVuSans-Bold"/>
              </w:rPr>
              <w:t>receiving institute</w:t>
            </w:r>
          </w:p>
        </w:tc>
        <w:tc>
          <w:tcPr>
            <w:tcW w:w="4814" w:type="dxa"/>
          </w:tcPr>
          <w:p w14:paraId="5D73D1EB" w14:textId="77777777" w:rsidR="00682635" w:rsidRDefault="00682635" w:rsidP="008E12F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82635" w14:paraId="4FFD2D9B" w14:textId="77777777" w:rsidTr="008E12FA">
        <w:tc>
          <w:tcPr>
            <w:tcW w:w="4814" w:type="dxa"/>
          </w:tcPr>
          <w:p w14:paraId="6E642E40" w14:textId="77777777" w:rsidR="00682635" w:rsidRPr="003E67FD" w:rsidRDefault="00682635" w:rsidP="008E12FA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Do you intend to return to your home institute</w:t>
            </w:r>
          </w:p>
          <w:p w14:paraId="144F5267" w14:textId="77777777" w:rsidR="00682635" w:rsidRPr="003E67FD" w:rsidRDefault="00682635" w:rsidP="008E12FA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 xml:space="preserve">after the fellowship? </w:t>
            </w:r>
          </w:p>
        </w:tc>
        <w:tc>
          <w:tcPr>
            <w:tcW w:w="4814" w:type="dxa"/>
          </w:tcPr>
          <w:p w14:paraId="4218E45A" w14:textId="77777777" w:rsidR="00682635" w:rsidRDefault="00682635" w:rsidP="008E12F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82635" w14:paraId="317DF097" w14:textId="77777777" w:rsidTr="008E12FA">
        <w:tc>
          <w:tcPr>
            <w:tcW w:w="4814" w:type="dxa"/>
          </w:tcPr>
          <w:p w14:paraId="3ECB7624" w14:textId="77777777" w:rsidR="00682635" w:rsidRPr="003E67FD" w:rsidRDefault="00682635" w:rsidP="008E12FA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Career plans after the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3E67FD">
              <w:rPr>
                <w:rFonts w:ascii="Futura Bk BT" w:hAnsi="Futura Bk BT" w:cs="DejaVuSans-Bold"/>
              </w:rPr>
              <w:t>fellowship</w:t>
            </w:r>
          </w:p>
        </w:tc>
        <w:tc>
          <w:tcPr>
            <w:tcW w:w="4814" w:type="dxa"/>
          </w:tcPr>
          <w:p w14:paraId="1E800CF6" w14:textId="77777777" w:rsidR="00682635" w:rsidRDefault="00682635" w:rsidP="008E12F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</w:tbl>
    <w:p w14:paraId="6920D94E" w14:textId="77777777" w:rsidR="004C09E6" w:rsidRPr="00682635" w:rsidRDefault="004C09E6" w:rsidP="004C09E6">
      <w:pPr>
        <w:spacing w:after="0" w:line="240" w:lineRule="auto"/>
        <w:ind w:right="707"/>
        <w:jc w:val="both"/>
        <w:rPr>
          <w:rFonts w:ascii="Futura Bk BT" w:hAnsi="Futura Bk BT" w:cs="Tahoma"/>
          <w:b/>
          <w:sz w:val="20"/>
        </w:rPr>
      </w:pPr>
    </w:p>
    <w:p w14:paraId="53355B35" w14:textId="431DCBD1" w:rsidR="004C09E6" w:rsidRPr="00E5169F" w:rsidRDefault="004C09E6" w:rsidP="004C09E6">
      <w:pPr>
        <w:spacing w:after="0" w:line="240" w:lineRule="auto"/>
        <w:ind w:right="707"/>
        <w:jc w:val="both"/>
        <w:rPr>
          <w:rFonts w:ascii="Futura Bk BT" w:hAnsi="Futura Bk BT" w:cs="Tahoma"/>
          <w:b/>
          <w:sz w:val="20"/>
          <w:lang w:val="en-US"/>
        </w:rPr>
      </w:pPr>
      <w:r w:rsidRPr="00E5169F">
        <w:rPr>
          <w:rFonts w:ascii="Futura Bk BT" w:hAnsi="Futura Bk BT" w:cs="Tahoma"/>
          <w:b/>
          <w:sz w:val="20"/>
          <w:lang w:val="en-US"/>
        </w:rPr>
        <w:t>Privacy Policy and Terms and Conditions</w:t>
      </w:r>
    </w:p>
    <w:p w14:paraId="40F8DDFE" w14:textId="35A7D12C" w:rsidR="004C09E6" w:rsidRPr="00432027" w:rsidRDefault="004C09E6" w:rsidP="004C09E6">
      <w:pPr>
        <w:spacing w:after="0" w:line="240" w:lineRule="auto"/>
        <w:ind w:right="707"/>
        <w:jc w:val="both"/>
        <w:rPr>
          <w:rFonts w:ascii="Futura Bk BT" w:hAnsi="Futura Bk BT" w:cs="Tahoma"/>
          <w:sz w:val="20"/>
          <w:lang w:val="en-US"/>
        </w:rPr>
      </w:pPr>
      <w:r w:rsidRPr="00E5169F">
        <w:rPr>
          <w:rFonts w:ascii="Futura Bk BT" w:hAnsi="Futura Bk BT" w:cs="Tahoma"/>
          <w:sz w:val="20"/>
          <w:lang w:val="en-US"/>
        </w:rPr>
        <w:t xml:space="preserve">ERA takes your privacy very seriously and we confirm that all data processing is done in compliance with the EU General Data Protection Regulation (2016/679) and the relevant/eventual </w:t>
      </w:r>
      <w:r w:rsidR="00C13268">
        <w:rPr>
          <w:rFonts w:ascii="Futura Bk BT" w:hAnsi="Futura Bk BT" w:cs="Tahoma"/>
          <w:sz w:val="20"/>
          <w:lang w:val="en-US"/>
        </w:rPr>
        <w:t>updates</w:t>
      </w:r>
      <w:r w:rsidRPr="00E5169F">
        <w:rPr>
          <w:rFonts w:ascii="Futura Bk BT" w:hAnsi="Futura Bk BT" w:cs="Tahoma"/>
          <w:sz w:val="20"/>
          <w:lang w:val="en-US"/>
        </w:rPr>
        <w:t xml:space="preserve"> as well as of the laws of Italy on this same topic. By submitting the data requested above you automatically accept ERA’s </w:t>
      </w:r>
      <w:hyperlink r:id="rId7" w:history="1">
        <w:r w:rsidRPr="00E5169F">
          <w:rPr>
            <w:rStyle w:val="Hyperlink"/>
            <w:rFonts w:ascii="Futura Bk BT" w:hAnsi="Futura Bk BT" w:cs="Tahoma"/>
            <w:sz w:val="20"/>
            <w:lang w:val="en-US"/>
          </w:rPr>
          <w:t>Privacy Policy</w:t>
        </w:r>
      </w:hyperlink>
      <w:r w:rsidRPr="00E5169F">
        <w:rPr>
          <w:rFonts w:ascii="Futura Bk BT" w:hAnsi="Futura Bk BT" w:cs="Tahoma"/>
          <w:sz w:val="20"/>
          <w:lang w:val="en-US"/>
        </w:rPr>
        <w:t xml:space="preserve"> and </w:t>
      </w:r>
      <w:hyperlink r:id="rId8" w:history="1">
        <w:r w:rsidRPr="00C13268">
          <w:rPr>
            <w:rStyle w:val="Hyperlink"/>
            <w:rFonts w:ascii="Futura Bk BT" w:hAnsi="Futura Bk BT" w:cs="Tahoma"/>
            <w:sz w:val="20"/>
            <w:lang w:val="en-US"/>
          </w:rPr>
          <w:t>Terms and Conditions</w:t>
        </w:r>
      </w:hyperlink>
      <w:r w:rsidRPr="00C13268">
        <w:rPr>
          <w:rFonts w:ascii="Futura Bk BT" w:hAnsi="Futura Bk BT" w:cs="Tahoma"/>
          <w:sz w:val="20"/>
          <w:lang w:val="en-US"/>
        </w:rPr>
        <w:t>.</w:t>
      </w:r>
    </w:p>
    <w:p w14:paraId="26692122" w14:textId="77777777" w:rsidR="004C09E6" w:rsidRDefault="004C09E6" w:rsidP="004C09E6">
      <w:pPr>
        <w:spacing w:after="0" w:line="240" w:lineRule="auto"/>
        <w:ind w:right="707" w:firstLine="567"/>
        <w:jc w:val="both"/>
        <w:rPr>
          <w:rFonts w:ascii="Futura Bk BT" w:hAnsi="Futura Bk BT" w:cs="Tahoma"/>
          <w:szCs w:val="24"/>
        </w:rPr>
      </w:pPr>
    </w:p>
    <w:p w14:paraId="2A28D03F" w14:textId="77777777" w:rsidR="004C09E6" w:rsidRPr="003146F7" w:rsidRDefault="004C09E6" w:rsidP="004C09E6">
      <w:pPr>
        <w:spacing w:after="0" w:line="240" w:lineRule="auto"/>
        <w:ind w:right="707" w:firstLine="567"/>
        <w:jc w:val="both"/>
        <w:rPr>
          <w:rFonts w:ascii="Futura Bk BT" w:hAnsi="Futura Bk BT" w:cs="Tahoma"/>
          <w:sz w:val="20"/>
          <w:u w:val="single"/>
          <w:lang w:val="en-US"/>
        </w:rPr>
      </w:pPr>
      <w:r w:rsidRPr="00E5169F">
        <w:rPr>
          <w:rFonts w:ascii="Futura Bk BT" w:hAnsi="Futura Bk BT" w:cs="Tahoma"/>
          <w:szCs w:val="24"/>
        </w:rPr>
        <w:t>Date:</w:t>
      </w:r>
      <w:r w:rsidRPr="003146F7">
        <w:rPr>
          <w:rFonts w:ascii="Futura Bk BT" w:hAnsi="Futura Bk BT" w:cs="Tahoma"/>
          <w:szCs w:val="24"/>
          <w:u w:val="single"/>
        </w:rPr>
        <w:t>___________________________</w:t>
      </w:r>
      <w:r w:rsidRPr="00E5169F">
        <w:rPr>
          <w:rFonts w:ascii="Futura Bk BT" w:hAnsi="Futura Bk BT" w:cs="Tahoma"/>
          <w:szCs w:val="24"/>
        </w:rPr>
        <w:t>_________Signature:</w:t>
      </w:r>
      <w:r w:rsidRPr="003146F7">
        <w:rPr>
          <w:rFonts w:ascii="Futura Bk BT" w:hAnsi="Futura Bk BT" w:cs="Tahoma"/>
          <w:szCs w:val="24"/>
          <w:u w:val="single"/>
        </w:rPr>
        <w:t>______________________</w:t>
      </w:r>
    </w:p>
    <w:p w14:paraId="425E8B21" w14:textId="4D09BF55" w:rsidR="009B7044" w:rsidRPr="009B7044" w:rsidRDefault="009B7044" w:rsidP="00682635">
      <w:pPr>
        <w:rPr>
          <w:rFonts w:ascii="Futura Bk BT" w:hAnsi="Futura Bk BT"/>
          <w:b/>
          <w:color w:val="000000" w:themeColor="text1"/>
        </w:rPr>
      </w:pPr>
    </w:p>
    <w:p w14:paraId="79FB5240" w14:textId="77777777" w:rsidR="00E66873" w:rsidRPr="00CA69DE" w:rsidRDefault="00E66873" w:rsidP="00CA69DE">
      <w:pPr>
        <w:pStyle w:val="ListParagraph"/>
        <w:rPr>
          <w:rFonts w:ascii="Futura Bk BT" w:hAnsi="Futura Bk BT"/>
          <w:bCs/>
          <w:color w:val="000000" w:themeColor="text1"/>
        </w:rPr>
      </w:pPr>
    </w:p>
    <w:sectPr w:rsidR="00E66873" w:rsidRPr="00CA69DE" w:rsidSect="00922EC2">
      <w:head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130DB" w14:textId="77777777" w:rsidR="00002CFA" w:rsidRDefault="00002CFA" w:rsidP="0080333E">
      <w:pPr>
        <w:spacing w:after="0" w:line="240" w:lineRule="auto"/>
      </w:pPr>
      <w:r>
        <w:separator/>
      </w:r>
    </w:p>
  </w:endnote>
  <w:endnote w:type="continuationSeparator" w:id="0">
    <w:p w14:paraId="4F30A86F" w14:textId="77777777" w:rsidR="00002CFA" w:rsidRDefault="00002CFA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">
    <w:panose1 w:val="02020800000000000000"/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0AA0A" w14:textId="77777777" w:rsidR="00C806A4" w:rsidRPr="0080333E" w:rsidRDefault="00C806A4" w:rsidP="00C806A4">
    <w:pPr>
      <w:pStyle w:val="Header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356C517" wp14:editId="52D3D46D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1B2151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00E83FD1" w14:textId="77777777" w:rsidR="00C806A4" w:rsidRPr="00300C07" w:rsidRDefault="00C806A4" w:rsidP="00C806A4">
    <w:pPr>
      <w:pStyle w:val="Footer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68E4E3E7" w14:textId="77777777" w:rsidR="00247FA0" w:rsidRPr="006E1312" w:rsidRDefault="00C806A4" w:rsidP="00C806A4">
    <w:pPr>
      <w:pStyle w:val="Footer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 xml:space="preserve">Registered office: c/o PKF Littlejohn, 15 </w:t>
    </w:r>
    <w:proofErr w:type="spellStart"/>
    <w:r w:rsidRPr="006E1312">
      <w:rPr>
        <w:rFonts w:ascii="Futura Bk BT" w:hAnsi="Futura Bk BT" w:cs="Futura"/>
        <w:bCs/>
        <w:sz w:val="16"/>
        <w:szCs w:val="16"/>
      </w:rPr>
      <w:t>Westferry</w:t>
    </w:r>
    <w:proofErr w:type="spellEnd"/>
    <w:r w:rsidRPr="006E1312">
      <w:rPr>
        <w:rFonts w:ascii="Futura Bk BT" w:hAnsi="Futura Bk BT" w:cs="Futura"/>
        <w:bCs/>
        <w:sz w:val="16"/>
        <w:szCs w:val="16"/>
      </w:rPr>
      <w:t xml:space="preserve">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0B514" w14:textId="77777777" w:rsidR="00002CFA" w:rsidRDefault="00002CFA" w:rsidP="0080333E">
      <w:pPr>
        <w:spacing w:after="0" w:line="240" w:lineRule="auto"/>
      </w:pPr>
      <w:r>
        <w:separator/>
      </w:r>
    </w:p>
  </w:footnote>
  <w:footnote w:type="continuationSeparator" w:id="0">
    <w:p w14:paraId="3C8D12D8" w14:textId="77777777" w:rsidR="00002CFA" w:rsidRDefault="00002CFA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1857C" w14:textId="77777777" w:rsidR="001B4A92" w:rsidRPr="001B4A92" w:rsidRDefault="005636CF" w:rsidP="006464F7">
    <w:pPr>
      <w:pStyle w:val="Header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</w:rPr>
      <w:drawing>
        <wp:inline distT="0" distB="0" distL="0" distR="0" wp14:anchorId="54F03DA8" wp14:editId="1F7A4AEC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FABBFD" w14:textId="77777777" w:rsidR="005636CF" w:rsidRPr="00116C4B" w:rsidRDefault="00354614" w:rsidP="00927586">
    <w:pPr>
      <w:pStyle w:val="Header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31990100" wp14:editId="55C8187E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501937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4B0ABFDC" w14:textId="77777777" w:rsidR="0080333E" w:rsidRPr="0080333E" w:rsidRDefault="0080333E" w:rsidP="006410D8">
    <w:pPr>
      <w:pStyle w:val="Header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9D81A" w14:textId="77777777" w:rsidR="00C806A4" w:rsidRPr="0080333E" w:rsidRDefault="00C806A4" w:rsidP="00C806A4">
    <w:pPr>
      <w:pStyle w:val="Header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78607C27" wp14:editId="2887D0F7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3EB42CA5" w14:textId="77777777" w:rsidR="00C806A4" w:rsidRPr="00116C4B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21218F8F" w14:textId="77777777" w:rsidR="00C806A4" w:rsidRPr="00116C4B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43126 Parma, Italy</w:t>
    </w:r>
  </w:p>
  <w:p w14:paraId="1F8D1DB8" w14:textId="77777777" w:rsidR="00C806A4" w:rsidRPr="001B4A92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03B9DB3D" w14:textId="78D93592" w:rsidR="00C806A4" w:rsidRPr="001B4A92" w:rsidRDefault="004C09E6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fellowships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@era-</w:t>
    </w:r>
    <w:r w:rsidR="00C806A4">
      <w:rPr>
        <w:rFonts w:ascii="Futura Bk BT" w:hAnsi="Futura Bk BT" w:cs="Futura"/>
        <w:bCs/>
        <w:sz w:val="16"/>
        <w:szCs w:val="16"/>
        <w:lang w:val="it-IT"/>
      </w:rPr>
      <w:t>online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0C1C59E7" w14:textId="77777777" w:rsidR="00C806A4" w:rsidRPr="001B4A92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36B1A2DF" w14:textId="77777777" w:rsidR="00C806A4" w:rsidRPr="00116C4B" w:rsidRDefault="00C806A4" w:rsidP="00C806A4">
    <w:pPr>
      <w:pStyle w:val="Header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6863AD" wp14:editId="28C4DCC9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474399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57C22871" w14:textId="77777777" w:rsidR="00247FA0" w:rsidRDefault="00247F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07239C"/>
    <w:multiLevelType w:val="hybridMultilevel"/>
    <w:tmpl w:val="DF7655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F2177"/>
    <w:multiLevelType w:val="hybridMultilevel"/>
    <w:tmpl w:val="DF7655B6"/>
    <w:lvl w:ilvl="0" w:tplc="8AE63B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421919">
    <w:abstractNumId w:val="1"/>
  </w:num>
  <w:num w:numId="2" w16cid:durableId="636301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07"/>
    <w:rsid w:val="00002CFA"/>
    <w:rsid w:val="00005EA7"/>
    <w:rsid w:val="00046B58"/>
    <w:rsid w:val="00103FB4"/>
    <w:rsid w:val="00116C4B"/>
    <w:rsid w:val="00131DC7"/>
    <w:rsid w:val="001339C1"/>
    <w:rsid w:val="00181E53"/>
    <w:rsid w:val="001B4A92"/>
    <w:rsid w:val="001D2E74"/>
    <w:rsid w:val="00200F4C"/>
    <w:rsid w:val="0020600B"/>
    <w:rsid w:val="00210979"/>
    <w:rsid w:val="00215CC6"/>
    <w:rsid w:val="00247FA0"/>
    <w:rsid w:val="00253207"/>
    <w:rsid w:val="002B5A34"/>
    <w:rsid w:val="00300C07"/>
    <w:rsid w:val="003062E0"/>
    <w:rsid w:val="00354614"/>
    <w:rsid w:val="00367494"/>
    <w:rsid w:val="003A02DF"/>
    <w:rsid w:val="003C1429"/>
    <w:rsid w:val="003E67FD"/>
    <w:rsid w:val="004C09E6"/>
    <w:rsid w:val="004D252E"/>
    <w:rsid w:val="004F28DE"/>
    <w:rsid w:val="005305B2"/>
    <w:rsid w:val="005636CF"/>
    <w:rsid w:val="00564514"/>
    <w:rsid w:val="00594CF5"/>
    <w:rsid w:val="005E2CDF"/>
    <w:rsid w:val="005F76EA"/>
    <w:rsid w:val="006410D8"/>
    <w:rsid w:val="006464F7"/>
    <w:rsid w:val="00682635"/>
    <w:rsid w:val="0069543A"/>
    <w:rsid w:val="006B374D"/>
    <w:rsid w:val="006C10E5"/>
    <w:rsid w:val="006E1312"/>
    <w:rsid w:val="00755909"/>
    <w:rsid w:val="00774E50"/>
    <w:rsid w:val="007A454D"/>
    <w:rsid w:val="007A6569"/>
    <w:rsid w:val="0080333E"/>
    <w:rsid w:val="00840FDB"/>
    <w:rsid w:val="00853764"/>
    <w:rsid w:val="008A36D8"/>
    <w:rsid w:val="008B0B1B"/>
    <w:rsid w:val="008C671B"/>
    <w:rsid w:val="008D78D8"/>
    <w:rsid w:val="008E2D81"/>
    <w:rsid w:val="009020FE"/>
    <w:rsid w:val="00922EC2"/>
    <w:rsid w:val="00927586"/>
    <w:rsid w:val="00952627"/>
    <w:rsid w:val="009776E4"/>
    <w:rsid w:val="00995D65"/>
    <w:rsid w:val="009B7044"/>
    <w:rsid w:val="00A33A97"/>
    <w:rsid w:val="00A63E4E"/>
    <w:rsid w:val="00B17953"/>
    <w:rsid w:val="00B43B1E"/>
    <w:rsid w:val="00B54044"/>
    <w:rsid w:val="00B54092"/>
    <w:rsid w:val="00B63E34"/>
    <w:rsid w:val="00B76228"/>
    <w:rsid w:val="00C13268"/>
    <w:rsid w:val="00C64A91"/>
    <w:rsid w:val="00C806A4"/>
    <w:rsid w:val="00CA69DE"/>
    <w:rsid w:val="00CE203E"/>
    <w:rsid w:val="00D40CE7"/>
    <w:rsid w:val="00D8647F"/>
    <w:rsid w:val="00DA36C8"/>
    <w:rsid w:val="00DD5B9B"/>
    <w:rsid w:val="00DE743B"/>
    <w:rsid w:val="00DF3618"/>
    <w:rsid w:val="00E04AB4"/>
    <w:rsid w:val="00E64020"/>
    <w:rsid w:val="00E66873"/>
    <w:rsid w:val="00EC1BDE"/>
    <w:rsid w:val="00F27129"/>
    <w:rsid w:val="00F91126"/>
    <w:rsid w:val="00FA53DF"/>
    <w:rsid w:val="00FD357A"/>
    <w:rsid w:val="00FE1A01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ABDEC"/>
  <w15:chartTrackingRefBased/>
  <w15:docId w15:val="{145345FB-E5FA-4DDC-84E9-59724924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33E"/>
  </w:style>
  <w:style w:type="paragraph" w:styleId="Footer">
    <w:name w:val="footer"/>
    <w:basedOn w:val="Normal"/>
    <w:link w:val="FooterChar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33E"/>
  </w:style>
  <w:style w:type="character" w:styleId="Hyperlink">
    <w:name w:val="Hyperlink"/>
    <w:basedOn w:val="DefaultParagraphFont"/>
    <w:uiPriority w:val="99"/>
    <w:unhideWhenUsed/>
    <w:rsid w:val="008033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333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45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a-online.org/publications/terms-and-condition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ra-online.org/privacy-polic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57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 Lo Cascio - ERA</cp:lastModifiedBy>
  <cp:revision>15</cp:revision>
  <cp:lastPrinted>2021-08-26T08:43:00Z</cp:lastPrinted>
  <dcterms:created xsi:type="dcterms:W3CDTF">2021-11-11T12:20:00Z</dcterms:created>
  <dcterms:modified xsi:type="dcterms:W3CDTF">2025-06-13T13:36:00Z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ac98c7c58b95bc85866dde7047455f9c887bd3c3c1626110982f9ff92c94eefc</vt:lpwstr>
  </property>
</Properties>
</file>